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573B6F3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7F1DAB">
        <w:rPr>
          <w:b/>
          <w:lang w:val="en-GB"/>
        </w:rPr>
        <w:t xml:space="preserve"> 29-G008-25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81C4F" w14:paraId="07FCC147" w14:textId="77777777" w:rsidTr="00F9710B">
        <w:tc>
          <w:tcPr>
            <w:tcW w:w="4673" w:type="dxa"/>
          </w:tcPr>
          <w:p w14:paraId="1F083020" w14:textId="77777777" w:rsidR="00B0293A" w:rsidRPr="00781C4F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81C4F" w14:paraId="28B1BC3C" w14:textId="77777777" w:rsidTr="00F9710B">
        <w:tc>
          <w:tcPr>
            <w:tcW w:w="4673" w:type="dxa"/>
          </w:tcPr>
          <w:p w14:paraId="462D669A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25E47050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6534CBBF" w:rsidR="00B0293A" w:rsidRPr="00781C4F" w:rsidRDefault="001B00B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7F1DAB">
              <w:rPr>
                <w:rFonts w:ascii="Calibri" w:hAnsi="Calibri"/>
                <w:szCs w:val="20"/>
              </w:rPr>
              <w:t>4</w:t>
            </w:r>
            <w:r w:rsidR="00320FC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</w:t>
            </w:r>
            <w:r w:rsidR="00320FCC">
              <w:rPr>
                <w:rFonts w:ascii="Calibri" w:hAnsi="Calibri"/>
                <w:szCs w:val="20"/>
              </w:rPr>
              <w:t>0/25</w:t>
            </w:r>
          </w:p>
        </w:tc>
      </w:tr>
      <w:tr w:rsidR="00B0293A" w:rsidRPr="00781C4F" w14:paraId="4D9567D4" w14:textId="77777777" w:rsidTr="00F9710B">
        <w:tc>
          <w:tcPr>
            <w:tcW w:w="4673" w:type="dxa"/>
          </w:tcPr>
          <w:p w14:paraId="34AF4BE9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2C881DD6" w:rsidR="00B0293A" w:rsidRPr="00781C4F" w:rsidRDefault="007F1DA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320FCC">
              <w:rPr>
                <w:rFonts w:ascii="Calibri" w:hAnsi="Calibri"/>
                <w:szCs w:val="20"/>
              </w:rPr>
              <w:t>/</w:t>
            </w:r>
            <w:r w:rsidR="001B00B4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1</w:t>
            </w:r>
            <w:r w:rsidR="00320FCC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2E8E3BDC" w14:textId="77777777" w:rsidTr="00F9710B">
        <w:tc>
          <w:tcPr>
            <w:tcW w:w="4673" w:type="dxa"/>
          </w:tcPr>
          <w:p w14:paraId="2D4664AB" w14:textId="11017F4A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81C4F">
              <w:rPr>
                <w:rFonts w:cs="Calibri"/>
                <w:sz w:val="24"/>
                <w:szCs w:val="24"/>
              </w:rPr>
              <w:t xml:space="preserve">to </w:t>
            </w:r>
            <w:r w:rsidRPr="00781C4F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441BE3E8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3337A5AF" w:rsidR="00B0293A" w:rsidRPr="00781C4F" w:rsidRDefault="007F1DA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320FCC">
              <w:rPr>
                <w:rFonts w:ascii="Calibri" w:hAnsi="Calibri"/>
                <w:szCs w:val="20"/>
              </w:rPr>
              <w:t>/</w:t>
            </w:r>
            <w:r w:rsidR="001B00B4">
              <w:rPr>
                <w:rFonts w:ascii="Calibri" w:hAnsi="Calibri"/>
                <w:szCs w:val="20"/>
              </w:rPr>
              <w:t>11</w:t>
            </w:r>
            <w:r w:rsidR="00320FCC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7835E6DC" w:rsidR="00B0293A" w:rsidRPr="00781C4F" w:rsidRDefault="001B00B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320FC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11</w:t>
            </w:r>
            <w:r w:rsidR="00320FCC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1D91F0FB" w14:textId="77777777" w:rsidTr="00F9710B">
        <w:tc>
          <w:tcPr>
            <w:tcW w:w="4673" w:type="dxa"/>
          </w:tcPr>
          <w:p w14:paraId="2673397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0DCA3AB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2836A923" w:rsidR="00B0293A" w:rsidRPr="00781C4F" w:rsidRDefault="001B00B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320FC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11</w:t>
            </w:r>
            <w:r w:rsidR="00320FCC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5319267B" w14:textId="77777777" w:rsidTr="00F9710B">
        <w:tc>
          <w:tcPr>
            <w:tcW w:w="4673" w:type="dxa"/>
          </w:tcPr>
          <w:p w14:paraId="7C5FEA8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1D1C1A6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237E413B" w:rsidR="00B0293A" w:rsidRPr="00781C4F" w:rsidRDefault="001B00B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27/11/</w:t>
            </w:r>
            <w:r w:rsidR="00B043D1">
              <w:rPr>
                <w:rFonts w:ascii="Calibri" w:hAnsi="Calibri"/>
                <w:szCs w:val="20"/>
              </w:rPr>
              <w:t>25</w:t>
            </w:r>
          </w:p>
        </w:tc>
      </w:tr>
      <w:tr w:rsidR="00B0293A" w:rsidRPr="00781C4F" w14:paraId="603C6C3A" w14:textId="77777777" w:rsidTr="00F9710B">
        <w:tc>
          <w:tcPr>
            <w:tcW w:w="4673" w:type="dxa"/>
          </w:tcPr>
          <w:p w14:paraId="468A46D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B6EE77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2DCA2811" w:rsidR="00B0293A" w:rsidRPr="00781C4F" w:rsidRDefault="001B00B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B043D1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12</w:t>
            </w:r>
            <w:r w:rsidR="00B043D1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405F2EC0" w14:textId="77777777" w:rsidTr="00F9710B">
        <w:tc>
          <w:tcPr>
            <w:tcW w:w="4673" w:type="dxa"/>
          </w:tcPr>
          <w:p w14:paraId="64B1558C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1AB579C9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53241C0A" w:rsidR="00B0293A" w:rsidRPr="00781C4F" w:rsidRDefault="001B00B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B043D1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12</w:t>
            </w:r>
            <w:r w:rsidR="00B043D1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169855ED" w14:textId="77777777" w:rsidTr="00F9710B">
        <w:tc>
          <w:tcPr>
            <w:tcW w:w="4673" w:type="dxa"/>
          </w:tcPr>
          <w:p w14:paraId="4995C7A1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1A3879BB" w:rsidR="00B0293A" w:rsidRPr="00781C4F" w:rsidRDefault="001B00B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Early 2026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8A8AF" w14:textId="77777777" w:rsidR="00CC7E62" w:rsidRDefault="00CC7E62">
      <w:r>
        <w:separator/>
      </w:r>
    </w:p>
  </w:endnote>
  <w:endnote w:type="continuationSeparator" w:id="0">
    <w:p w14:paraId="4107A371" w14:textId="77777777" w:rsidR="00CC7E62" w:rsidRDefault="00CC7E62">
      <w:r>
        <w:continuationSeparator/>
      </w:r>
    </w:p>
  </w:endnote>
  <w:endnote w:type="continuationNotice" w:id="1">
    <w:p w14:paraId="2E90F050" w14:textId="77777777" w:rsidR="00CC7E62" w:rsidRDefault="00CC7E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B043D1" w:rsidRPr="00B043D1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B043D1" w:rsidRPr="00B043D1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3C3556A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F1DAB">
      <w:rPr>
        <w:noProof/>
      </w:rPr>
      <w:t>2025-10-24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3B2B7" w14:textId="77777777" w:rsidR="00CC7E62" w:rsidRDefault="00CC7E62">
      <w:r>
        <w:separator/>
      </w:r>
    </w:p>
  </w:footnote>
  <w:footnote w:type="continuationSeparator" w:id="0">
    <w:p w14:paraId="0B1C4015" w14:textId="77777777" w:rsidR="00CC7E62" w:rsidRDefault="00CC7E62">
      <w:r>
        <w:continuationSeparator/>
      </w:r>
    </w:p>
  </w:footnote>
  <w:footnote w:type="continuationNotice" w:id="1">
    <w:p w14:paraId="218A8F0C" w14:textId="77777777" w:rsidR="00CC7E62" w:rsidRDefault="00CC7E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245487">
    <w:abstractNumId w:val="1"/>
  </w:num>
  <w:num w:numId="2" w16cid:durableId="1915120209">
    <w:abstractNumId w:val="10"/>
  </w:num>
  <w:num w:numId="3" w16cid:durableId="1392532604">
    <w:abstractNumId w:val="11"/>
  </w:num>
  <w:num w:numId="4" w16cid:durableId="498809923">
    <w:abstractNumId w:val="4"/>
  </w:num>
  <w:num w:numId="5" w16cid:durableId="1299068596">
    <w:abstractNumId w:val="3"/>
  </w:num>
  <w:num w:numId="6" w16cid:durableId="1436516228">
    <w:abstractNumId w:val="7"/>
  </w:num>
  <w:num w:numId="7" w16cid:durableId="1120804227">
    <w:abstractNumId w:val="5"/>
  </w:num>
  <w:num w:numId="8" w16cid:durableId="1873155628">
    <w:abstractNumId w:val="9"/>
  </w:num>
  <w:num w:numId="9" w16cid:durableId="1474248215">
    <w:abstractNumId w:val="0"/>
  </w:num>
  <w:num w:numId="10" w16cid:durableId="624775156">
    <w:abstractNumId w:val="8"/>
  </w:num>
  <w:num w:numId="11" w16cid:durableId="477648595">
    <w:abstractNumId w:val="2"/>
  </w:num>
  <w:num w:numId="12" w16cid:durableId="68879859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00B4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698"/>
    <w:rsid w:val="00314EFD"/>
    <w:rsid w:val="00316FAE"/>
    <w:rsid w:val="00317B96"/>
    <w:rsid w:val="00320285"/>
    <w:rsid w:val="00320FCC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1DAB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207E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4BA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3D1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1A49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C7E62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460342-D895-4255-B50A-D5A2BFCED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3</cp:revision>
  <cp:lastPrinted>2013-10-18T08:32:00Z</cp:lastPrinted>
  <dcterms:created xsi:type="dcterms:W3CDTF">2025-10-21T02:34:00Z</dcterms:created>
  <dcterms:modified xsi:type="dcterms:W3CDTF">2025-10-23T21:56:00Z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